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314B6" w14:textId="5BF77684" w:rsidR="004D36D7" w:rsidRPr="00FD4A68" w:rsidRDefault="006868B7" w:rsidP="00B47940">
      <w:pPr>
        <w:pStyle w:val="Title"/>
        <w:rPr>
          <w:rStyle w:val="LabTitleInstVersred"/>
          <w:b/>
          <w:color w:val="auto"/>
        </w:rPr>
      </w:pPr>
      <w:sdt>
        <w:sdtPr>
          <w:rPr>
            <w:b w:val="0"/>
            <w:color w:val="EE0000"/>
          </w:rPr>
          <w:alias w:val="Title"/>
          <w:tag w:val=""/>
          <w:id w:val="-487021785"/>
          <w:placeholder>
            <w:docPart w:val="D559A5AE5D424471B1357D75B03D13E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D0BF6">
            <w:t>Lab - Using Windows PowerShell</w:t>
          </w:r>
        </w:sdtContent>
      </w:sdt>
    </w:p>
    <w:p w14:paraId="6935DEF8" w14:textId="77777777" w:rsidR="00D778DF" w:rsidRPr="00E70096" w:rsidRDefault="00D778DF" w:rsidP="00D452F4">
      <w:pPr>
        <w:pStyle w:val="Heading1"/>
      </w:pPr>
      <w:r w:rsidRPr="00E70096">
        <w:t>Objectives</w:t>
      </w:r>
    </w:p>
    <w:p w14:paraId="52B7CFB2" w14:textId="65163195" w:rsidR="00ED0BF6" w:rsidRDefault="00ED0BF6" w:rsidP="00ED0BF6">
      <w:pPr>
        <w:pStyle w:val="BodyTextL25"/>
      </w:pPr>
      <w:r>
        <w:t>The objective of the lab is to explore some of the functions of PowerShell.</w:t>
      </w:r>
    </w:p>
    <w:p w14:paraId="1F79145F" w14:textId="436208E4" w:rsidR="006D1E60" w:rsidRDefault="00192F59" w:rsidP="006D1E60">
      <w:pPr>
        <w:pStyle w:val="BodyTextL25Bold"/>
      </w:pPr>
      <w:r>
        <w:t>Part</w:t>
      </w:r>
      <w:r w:rsidR="006D1E60">
        <w:t xml:space="preserve"> 1: Access PowerShell console.</w:t>
      </w:r>
    </w:p>
    <w:p w14:paraId="75E47FDB" w14:textId="36A782CD" w:rsidR="006D1E60" w:rsidRDefault="00192F59" w:rsidP="006D1E60">
      <w:pPr>
        <w:pStyle w:val="BodyTextL25Bold"/>
      </w:pPr>
      <w:r>
        <w:t>Part</w:t>
      </w:r>
      <w:r w:rsidR="006D1E60">
        <w:t xml:space="preserve"> 2: Explore Command Prompt and PowerShell commands.</w:t>
      </w:r>
    </w:p>
    <w:p w14:paraId="0478F25A" w14:textId="0346142E" w:rsidR="006D1E60" w:rsidRDefault="00192F59" w:rsidP="006D1E60">
      <w:pPr>
        <w:pStyle w:val="BodyTextL25Bold"/>
      </w:pPr>
      <w:r>
        <w:t>Part</w:t>
      </w:r>
      <w:r w:rsidR="006D1E60">
        <w:t xml:space="preserve"> 3: Explore cmdlets.</w:t>
      </w:r>
    </w:p>
    <w:p w14:paraId="4B15F13C" w14:textId="1391DA5E" w:rsidR="006D1E60" w:rsidRDefault="00192F59" w:rsidP="006D1E60">
      <w:pPr>
        <w:pStyle w:val="BodyTextL25Bold"/>
      </w:pPr>
      <w:r>
        <w:t>Part</w:t>
      </w:r>
      <w:r w:rsidR="006D1E60">
        <w:t xml:space="preserve"> 4: Explore the netstat command using PowerShell.</w:t>
      </w:r>
    </w:p>
    <w:p w14:paraId="1038AAE3" w14:textId="1ECA3F32" w:rsidR="006D1E60" w:rsidRPr="00442F2D" w:rsidRDefault="00192F59" w:rsidP="006D1E60">
      <w:pPr>
        <w:pStyle w:val="BodyTextL25Bold"/>
      </w:pPr>
      <w:r>
        <w:t>Part</w:t>
      </w:r>
      <w:r w:rsidR="006D1E60">
        <w:t xml:space="preserve"> 5: Empty recycle bin using PowerShell.</w:t>
      </w:r>
    </w:p>
    <w:p w14:paraId="70A7C650" w14:textId="77777777" w:rsidR="00D778DF" w:rsidRDefault="00D778DF" w:rsidP="00D452F4">
      <w:pPr>
        <w:pStyle w:val="Heading1"/>
      </w:pPr>
      <w:r w:rsidRPr="00E70096">
        <w:t>Background / Scenario</w:t>
      </w:r>
    </w:p>
    <w:p w14:paraId="6F6FE56B" w14:textId="77777777" w:rsidR="00ED0BF6" w:rsidRPr="00586215" w:rsidRDefault="00ED0BF6" w:rsidP="00ED0BF6">
      <w:pPr>
        <w:pStyle w:val="BodyTextL25"/>
      </w:pPr>
      <w:r>
        <w:t>PowerShell is a powerful automation tool. It is both a command console and a scripting language. In this lab, you will use the console to execute some of the commands that are available in both the command prompt and PowerShell. PowerShell also has functions that can create scripts to automate tasks and work together with the Windows Operating System.</w:t>
      </w:r>
    </w:p>
    <w:p w14:paraId="32C12B8A" w14:textId="77777777" w:rsidR="00D778DF" w:rsidRPr="00E70096" w:rsidRDefault="00D778DF" w:rsidP="00D452F4">
      <w:pPr>
        <w:pStyle w:val="Heading1"/>
      </w:pPr>
      <w:r w:rsidRPr="00E70096">
        <w:t>Required Resources</w:t>
      </w:r>
    </w:p>
    <w:p w14:paraId="63C90F84" w14:textId="65420151" w:rsidR="00ED0BF6" w:rsidRPr="00B75831" w:rsidRDefault="00ED0BF6" w:rsidP="00ED0BF6">
      <w:pPr>
        <w:pStyle w:val="Bulletlevel1"/>
        <w:spacing w:before="60" w:after="60" w:line="276" w:lineRule="auto"/>
      </w:pPr>
      <w:r>
        <w:t>1 Windows PC with PowerShell installed and internet access</w:t>
      </w:r>
    </w:p>
    <w:p w14:paraId="60B612CD" w14:textId="77777777" w:rsidR="00125806" w:rsidRDefault="00125806" w:rsidP="00D452F4">
      <w:pPr>
        <w:pStyle w:val="Heading1"/>
      </w:pPr>
      <w:r>
        <w:t>Instructions</w:t>
      </w:r>
    </w:p>
    <w:p w14:paraId="58BB99DA" w14:textId="77777777" w:rsidR="00ED0BF6" w:rsidRDefault="00ED0BF6" w:rsidP="00192F59">
      <w:pPr>
        <w:pStyle w:val="Heading2"/>
      </w:pPr>
      <w:r>
        <w:t>Access PowerShell console.</w:t>
      </w:r>
    </w:p>
    <w:p w14:paraId="300A2A72" w14:textId="77777777" w:rsidR="00ED0BF6" w:rsidRDefault="00ED0BF6" w:rsidP="00ED0BF6">
      <w:pPr>
        <w:pStyle w:val="SubStepAlpha"/>
      </w:pPr>
      <w:r>
        <w:t xml:space="preserve">Click </w:t>
      </w:r>
      <w:r w:rsidRPr="006834AF">
        <w:rPr>
          <w:b/>
        </w:rPr>
        <w:t>Start</w:t>
      </w:r>
      <w:r>
        <w:t xml:space="preserve">. Search and select </w:t>
      </w:r>
      <w:proofErr w:type="spellStart"/>
      <w:r w:rsidRPr="006834AF">
        <w:rPr>
          <w:b/>
        </w:rPr>
        <w:t>powershell</w:t>
      </w:r>
      <w:proofErr w:type="spellEnd"/>
      <w:r>
        <w:t>.</w:t>
      </w:r>
    </w:p>
    <w:p w14:paraId="72EF38FE" w14:textId="77777777" w:rsidR="00ED0BF6" w:rsidRDefault="00ED0BF6" w:rsidP="00A30169">
      <w:pPr>
        <w:pStyle w:val="SubStepAlpha"/>
      </w:pPr>
      <w:r>
        <w:t xml:space="preserve">Click </w:t>
      </w:r>
      <w:r>
        <w:rPr>
          <w:b/>
        </w:rPr>
        <w:t>Start</w:t>
      </w:r>
      <w:r>
        <w:t xml:space="preserve">. Search and select </w:t>
      </w:r>
      <w:r>
        <w:rPr>
          <w:b/>
        </w:rPr>
        <w:t>command prompt</w:t>
      </w:r>
      <w:r>
        <w:t>.</w:t>
      </w:r>
    </w:p>
    <w:p w14:paraId="5E6A622E" w14:textId="77777777" w:rsidR="00ED0BF6" w:rsidRDefault="00ED0BF6" w:rsidP="00192F59">
      <w:pPr>
        <w:pStyle w:val="Heading2"/>
      </w:pPr>
      <w:r>
        <w:t>Explore Command Prompt and PowerShell commands.</w:t>
      </w:r>
    </w:p>
    <w:p w14:paraId="32456CEE" w14:textId="77777777" w:rsidR="00ED0BF6" w:rsidRDefault="00ED0BF6" w:rsidP="00C82186">
      <w:pPr>
        <w:pStyle w:val="SubStepAlpha"/>
        <w:spacing w:after="0"/>
      </w:pPr>
      <w:r>
        <w:t xml:space="preserve">Enter </w:t>
      </w:r>
      <w:proofErr w:type="spellStart"/>
      <w:r>
        <w:rPr>
          <w:b/>
        </w:rPr>
        <w:t>dir</w:t>
      </w:r>
      <w:proofErr w:type="spellEnd"/>
      <w:r>
        <w:t xml:space="preserve"> at the prompt in both windows.</w:t>
      </w:r>
    </w:p>
    <w:p w14:paraId="3FF91C5B" w14:textId="77777777" w:rsidR="00A30169" w:rsidRDefault="00A30169" w:rsidP="00192F59">
      <w:pPr>
        <w:pStyle w:val="Heading3"/>
      </w:pPr>
      <w:r>
        <w:t>Question:</w:t>
      </w:r>
    </w:p>
    <w:p w14:paraId="2C70C7B8" w14:textId="630E8B0B" w:rsidR="00ED0BF6" w:rsidRDefault="00ED0BF6" w:rsidP="00C82186">
      <w:pPr>
        <w:pStyle w:val="BodyTextL50"/>
        <w:spacing w:before="0"/>
      </w:pPr>
      <w:r>
        <w:t xml:space="preserve">What are the outputs to the </w:t>
      </w:r>
      <w:proofErr w:type="spellStart"/>
      <w:r w:rsidRPr="003E3EE7">
        <w:rPr>
          <w:b/>
        </w:rPr>
        <w:t>d</w:t>
      </w:r>
      <w:r>
        <w:rPr>
          <w:b/>
        </w:rPr>
        <w:t>ir</w:t>
      </w:r>
      <w:proofErr w:type="spellEnd"/>
      <w:r>
        <w:t xml:space="preserve"> command?</w:t>
      </w:r>
    </w:p>
    <w:p w14:paraId="18025582" w14:textId="0A5C4CEC" w:rsidR="00ED0BF6" w:rsidRDefault="00A30169" w:rsidP="00C82186">
      <w:pPr>
        <w:pStyle w:val="AnswerLineL50"/>
      </w:pPr>
      <w:r>
        <w:t>Type your answers here.</w:t>
      </w:r>
    </w:p>
    <w:p w14:paraId="6C8199D1" w14:textId="77777777" w:rsidR="00A30169" w:rsidRDefault="00ED0BF6" w:rsidP="00C82186">
      <w:pPr>
        <w:pStyle w:val="SubStepAlpha"/>
        <w:spacing w:after="0"/>
      </w:pPr>
      <w:r w:rsidRPr="008F3D2E">
        <w:t xml:space="preserve">Try </w:t>
      </w:r>
      <w:r>
        <w:t xml:space="preserve">another command that you have used in the command prompt, such as </w:t>
      </w:r>
      <w:r w:rsidRPr="00DE42FD">
        <w:rPr>
          <w:b/>
        </w:rPr>
        <w:t>ping</w:t>
      </w:r>
      <w:r>
        <w:t xml:space="preserve">, </w:t>
      </w:r>
      <w:r w:rsidRPr="00DE42FD">
        <w:rPr>
          <w:b/>
        </w:rPr>
        <w:t>cd</w:t>
      </w:r>
      <w:r>
        <w:t xml:space="preserve">, and </w:t>
      </w:r>
      <w:r w:rsidRPr="00DE42FD">
        <w:rPr>
          <w:b/>
        </w:rPr>
        <w:t>ipconfig</w:t>
      </w:r>
      <w:r>
        <w:t xml:space="preserve">. </w:t>
      </w:r>
    </w:p>
    <w:p w14:paraId="126FECF2" w14:textId="6160C3B1" w:rsidR="00A30169" w:rsidRDefault="00A30169" w:rsidP="00192F59">
      <w:pPr>
        <w:pStyle w:val="Heading3"/>
      </w:pPr>
      <w:r>
        <w:t>Question:</w:t>
      </w:r>
    </w:p>
    <w:p w14:paraId="3E139218" w14:textId="42F6D5AC" w:rsidR="00ED0BF6" w:rsidRDefault="00ED0BF6" w:rsidP="00C82186">
      <w:pPr>
        <w:pStyle w:val="BodyTextL50"/>
        <w:spacing w:before="0"/>
      </w:pPr>
      <w:r>
        <w:t>What are the results?</w:t>
      </w:r>
    </w:p>
    <w:p w14:paraId="0FD86808" w14:textId="17ECCA92" w:rsidR="00ED0BF6" w:rsidRDefault="00A30169" w:rsidP="00C82186">
      <w:pPr>
        <w:pStyle w:val="AnswerLineL50"/>
      </w:pPr>
      <w:r>
        <w:t>Type your answers here.</w:t>
      </w:r>
    </w:p>
    <w:p w14:paraId="4D17961C" w14:textId="77777777" w:rsidR="00ED0BF6" w:rsidRDefault="00ED0BF6" w:rsidP="002015B0">
      <w:pPr>
        <w:pStyle w:val="Heading2"/>
      </w:pPr>
      <w:r>
        <w:t>Explore cmdlets.</w:t>
      </w:r>
    </w:p>
    <w:p w14:paraId="1CE68AEA" w14:textId="77777777" w:rsidR="00ED0BF6" w:rsidRDefault="00ED0BF6" w:rsidP="00ED0BF6">
      <w:pPr>
        <w:pStyle w:val="SubStepAlpha"/>
      </w:pPr>
      <w:r>
        <w:t xml:space="preserve">PowerShell commands, cmdlets, are constructed in the form of </w:t>
      </w:r>
      <w:r w:rsidRPr="004109DE">
        <w:rPr>
          <w:i/>
        </w:rPr>
        <w:t>verb-noun</w:t>
      </w:r>
      <w:r>
        <w:t xml:space="preserve"> string. To identify the PowerShell command to list the subdirectories and files in a directory, enter </w:t>
      </w:r>
      <w:r w:rsidRPr="00683062">
        <w:rPr>
          <w:b/>
        </w:rPr>
        <w:t xml:space="preserve">Get-Alias </w:t>
      </w:r>
      <w:proofErr w:type="spellStart"/>
      <w:r w:rsidRPr="00683062">
        <w:rPr>
          <w:b/>
        </w:rPr>
        <w:t>dir</w:t>
      </w:r>
      <w:proofErr w:type="spellEnd"/>
      <w:r>
        <w:t xml:space="preserve"> at the PowerShell prompt.</w:t>
      </w:r>
    </w:p>
    <w:p w14:paraId="536BE535" w14:textId="77777777" w:rsidR="00ED0BF6" w:rsidRDefault="00ED0BF6" w:rsidP="00ED0BF6">
      <w:pPr>
        <w:pStyle w:val="CMD"/>
      </w:pPr>
      <w:r>
        <w:t xml:space="preserve">PS C:\Users\CyberOpsUser&gt; </w:t>
      </w:r>
      <w:r w:rsidRPr="00AF3993">
        <w:rPr>
          <w:b/>
        </w:rPr>
        <w:t xml:space="preserve">Get-Alias </w:t>
      </w:r>
      <w:proofErr w:type="spellStart"/>
      <w:r w:rsidRPr="00AF3993">
        <w:rPr>
          <w:b/>
        </w:rPr>
        <w:t>dir</w:t>
      </w:r>
      <w:proofErr w:type="spellEnd"/>
    </w:p>
    <w:p w14:paraId="6D4516EA" w14:textId="77777777" w:rsidR="00ED0BF6" w:rsidRDefault="00ED0BF6" w:rsidP="00ED0BF6">
      <w:pPr>
        <w:pStyle w:val="CMDOutput"/>
      </w:pPr>
    </w:p>
    <w:p w14:paraId="0E8D0818" w14:textId="77777777" w:rsidR="00ED0BF6" w:rsidRDefault="00ED0BF6" w:rsidP="00ED0BF6">
      <w:pPr>
        <w:pStyle w:val="CMDOutput"/>
      </w:pPr>
      <w:proofErr w:type="spellStart"/>
      <w:r>
        <w:t>CommandTypeNameVersionSource</w:t>
      </w:r>
      <w:proofErr w:type="spellEnd"/>
    </w:p>
    <w:p w14:paraId="537C4893" w14:textId="77777777" w:rsidR="00ED0BF6" w:rsidRDefault="00ED0BF6" w:rsidP="00ED0BF6">
      <w:pPr>
        <w:pStyle w:val="CMDOutput"/>
      </w:pPr>
      <w:r>
        <w:lastRenderedPageBreak/>
        <w:t>----------------------------</w:t>
      </w:r>
    </w:p>
    <w:p w14:paraId="61F910A8" w14:textId="77777777" w:rsidR="00ED0BF6" w:rsidRDefault="00ED0BF6" w:rsidP="00ED0BF6">
      <w:pPr>
        <w:pStyle w:val="CMDOutput"/>
      </w:pPr>
      <w:proofErr w:type="spellStart"/>
      <w:r>
        <w:t>Aliasdir</w:t>
      </w:r>
      <w:proofErr w:type="spellEnd"/>
      <w:r>
        <w:t xml:space="preserve"> -&gt; Get-</w:t>
      </w:r>
      <w:proofErr w:type="spellStart"/>
      <w:r>
        <w:t>ChildItem</w:t>
      </w:r>
      <w:proofErr w:type="spellEnd"/>
    </w:p>
    <w:p w14:paraId="601DDBFD" w14:textId="77777777" w:rsidR="00A30169" w:rsidRDefault="00A30169" w:rsidP="00192F59">
      <w:pPr>
        <w:pStyle w:val="Heading3"/>
      </w:pPr>
      <w:r>
        <w:t>Question:</w:t>
      </w:r>
    </w:p>
    <w:p w14:paraId="6C4AA5D1" w14:textId="77777777" w:rsidR="00A30169" w:rsidRDefault="00ED0BF6" w:rsidP="00C82186">
      <w:pPr>
        <w:pStyle w:val="BodyTextL50"/>
        <w:spacing w:before="0"/>
      </w:pPr>
      <w:r>
        <w:t xml:space="preserve">What is the PowerShell command for </w:t>
      </w:r>
      <w:proofErr w:type="spellStart"/>
      <w:r>
        <w:rPr>
          <w:b/>
        </w:rPr>
        <w:t>dir</w:t>
      </w:r>
      <w:proofErr w:type="spellEnd"/>
      <w:r>
        <w:t>?</w:t>
      </w:r>
    </w:p>
    <w:p w14:paraId="1B7EF5F2" w14:textId="7223F144" w:rsidR="00A30169" w:rsidRDefault="00A30169" w:rsidP="00C82186">
      <w:pPr>
        <w:pStyle w:val="AnswerLineL50"/>
      </w:pPr>
      <w:r>
        <w:t>Type your answers here.</w:t>
      </w:r>
    </w:p>
    <w:p w14:paraId="5EAC87BA" w14:textId="6A64C8A2" w:rsidR="00ED0BF6" w:rsidRDefault="00ED0BF6" w:rsidP="00ED0BF6">
      <w:pPr>
        <w:pStyle w:val="SubStepAlpha"/>
      </w:pPr>
      <w:r>
        <w:t xml:space="preserve">For more detailed information about cmdlets, </w:t>
      </w:r>
      <w:r w:rsidR="00193A3B">
        <w:t xml:space="preserve">perform an internet search for </w:t>
      </w:r>
      <w:r w:rsidR="00193A3B">
        <w:rPr>
          <w:b/>
          <w:bCs/>
        </w:rPr>
        <w:t xml:space="preserve">Microsoft </w:t>
      </w:r>
      <w:proofErr w:type="spellStart"/>
      <w:r w:rsidR="00193A3B">
        <w:rPr>
          <w:b/>
          <w:bCs/>
        </w:rPr>
        <w:t>powershell</w:t>
      </w:r>
      <w:proofErr w:type="spellEnd"/>
      <w:r w:rsidR="00193A3B">
        <w:rPr>
          <w:b/>
          <w:bCs/>
        </w:rPr>
        <w:t xml:space="preserve"> cmdlets</w:t>
      </w:r>
      <w:r w:rsidR="00193A3B">
        <w:t>.</w:t>
      </w:r>
    </w:p>
    <w:p w14:paraId="1BDFDDE3" w14:textId="77777777" w:rsidR="00ED0BF6" w:rsidRPr="004109DE" w:rsidRDefault="00ED0BF6" w:rsidP="00ED0BF6">
      <w:pPr>
        <w:pStyle w:val="SubStepAlpha"/>
      </w:pPr>
      <w:r>
        <w:t>Close the Command Prompt window when done.</w:t>
      </w:r>
    </w:p>
    <w:p w14:paraId="765015D8" w14:textId="77777777" w:rsidR="00ED0BF6" w:rsidRPr="00A03222" w:rsidRDefault="00ED0BF6" w:rsidP="002015B0">
      <w:pPr>
        <w:pStyle w:val="Heading2"/>
      </w:pPr>
      <w:r>
        <w:t>Explore the netstat command using PowerShell.</w:t>
      </w:r>
    </w:p>
    <w:p w14:paraId="7962EB23" w14:textId="77777777" w:rsidR="00ED0BF6" w:rsidRDefault="00ED0BF6" w:rsidP="00ED0BF6">
      <w:pPr>
        <w:pStyle w:val="SubStepAlpha"/>
      </w:pPr>
      <w:r>
        <w:t xml:space="preserve">At the PowerShell prompt, enter </w:t>
      </w:r>
      <w:r>
        <w:rPr>
          <w:b/>
        </w:rPr>
        <w:t>netstat -h</w:t>
      </w:r>
      <w:r w:rsidRPr="0007232A">
        <w:t xml:space="preserve"> to see the options available for the </w:t>
      </w:r>
      <w:r w:rsidRPr="00C82186">
        <w:rPr>
          <w:b/>
          <w:bCs/>
        </w:rPr>
        <w:t>netstat</w:t>
      </w:r>
      <w:r w:rsidRPr="0007232A">
        <w:t xml:space="preserve"> command.</w:t>
      </w:r>
    </w:p>
    <w:p w14:paraId="62E39EAA" w14:textId="77777777" w:rsidR="00ED0BF6" w:rsidRDefault="00ED0BF6" w:rsidP="00ED0BF6">
      <w:pPr>
        <w:pStyle w:val="CMD"/>
      </w:pPr>
      <w:r w:rsidRPr="001616D3">
        <w:t xml:space="preserve">PS C:\Users\CyberOpsUser&gt; </w:t>
      </w:r>
      <w:r w:rsidRPr="001616D3">
        <w:rPr>
          <w:b/>
        </w:rPr>
        <w:t>netstat -h</w:t>
      </w:r>
    </w:p>
    <w:p w14:paraId="514AD0D3" w14:textId="77777777" w:rsidR="00ED0BF6" w:rsidRDefault="00ED0BF6" w:rsidP="00ED0BF6">
      <w:pPr>
        <w:pStyle w:val="CMDOutput"/>
      </w:pPr>
    </w:p>
    <w:p w14:paraId="3E3A0C2A" w14:textId="77777777" w:rsidR="00ED0BF6" w:rsidRDefault="00ED0BF6" w:rsidP="00ED0BF6">
      <w:pPr>
        <w:pStyle w:val="CMDOutput"/>
      </w:pPr>
      <w:r>
        <w:t>Displays protocol statistics and current TCP/IP network connections.</w:t>
      </w:r>
    </w:p>
    <w:p w14:paraId="53F1751B" w14:textId="77777777" w:rsidR="00ED0BF6" w:rsidRDefault="00ED0BF6" w:rsidP="00ED0BF6">
      <w:pPr>
        <w:pStyle w:val="CMDOutput"/>
      </w:pPr>
    </w:p>
    <w:p w14:paraId="71268271" w14:textId="77777777" w:rsidR="00ED0BF6" w:rsidRDefault="00ED0BF6" w:rsidP="00ED0BF6">
      <w:pPr>
        <w:pStyle w:val="CMDOutput"/>
      </w:pPr>
      <w:r>
        <w:t>NETSTAT [-a] [-b] [-e] [-f] [-n] [-o] [-p proto] [-r] [-s] [</w:t>
      </w:r>
      <w:proofErr w:type="spellStart"/>
      <w:r>
        <w:t>-x</w:t>
      </w:r>
      <w:proofErr w:type="spellEnd"/>
      <w:r>
        <w:t>] [</w:t>
      </w:r>
      <w:proofErr w:type="spellStart"/>
      <w:r>
        <w:t>-t</w:t>
      </w:r>
      <w:proofErr w:type="spellEnd"/>
      <w:r>
        <w:t>] [interval]</w:t>
      </w:r>
    </w:p>
    <w:p w14:paraId="6D672FFF" w14:textId="77777777" w:rsidR="00ED0BF6" w:rsidRDefault="00ED0BF6" w:rsidP="00ED0BF6">
      <w:pPr>
        <w:pStyle w:val="CMDOutput"/>
      </w:pPr>
      <w:r>
        <w:t xml:space="preserve"> -a Displays all connections and listening ports.</w:t>
      </w:r>
    </w:p>
    <w:p w14:paraId="2AA928B9" w14:textId="77777777" w:rsidR="00ED0BF6" w:rsidRDefault="00ED0BF6" w:rsidP="00ED0BF6">
      <w:pPr>
        <w:pStyle w:val="CMDOutput"/>
      </w:pPr>
      <w:r>
        <w:t xml:space="preserve">  -b Displays the executable involved in creating each connection or listening port. In some </w:t>
      </w:r>
      <w:proofErr w:type="gramStart"/>
      <w:r>
        <w:t>cases</w:t>
      </w:r>
      <w:proofErr w:type="gramEnd"/>
      <w:r>
        <w:t xml:space="preserve"> well-known executables host multiple independent components, and in these cases the sequence of components involved in creating the connection or listening port is displayed. In this case the executable name is in [] at the bottom, on top is the component it called, and so forth until TCP/IP was reached. Note that this option can be time-consuming and will fail unless you have sufficient permissions.</w:t>
      </w:r>
    </w:p>
    <w:p w14:paraId="368C0804" w14:textId="77777777" w:rsidR="00ED0BF6" w:rsidRDefault="00ED0BF6" w:rsidP="00ED0BF6">
      <w:pPr>
        <w:pStyle w:val="CMDOutput"/>
      </w:pPr>
      <w:r>
        <w:t>&lt;some output omitted&gt;</w:t>
      </w:r>
    </w:p>
    <w:p w14:paraId="351C4DE2" w14:textId="77777777" w:rsidR="00ED0BF6" w:rsidRDefault="00ED0BF6" w:rsidP="00ED0BF6">
      <w:pPr>
        <w:pStyle w:val="SubStepAlpha"/>
      </w:pPr>
      <w:r>
        <w:t xml:space="preserve">To display the routing table with the active routes, enter </w:t>
      </w:r>
      <w:r w:rsidRPr="001616D3">
        <w:rPr>
          <w:b/>
        </w:rPr>
        <w:t>netstat -r</w:t>
      </w:r>
      <w:r>
        <w:t xml:space="preserve"> at the prompt.</w:t>
      </w:r>
    </w:p>
    <w:p w14:paraId="19E49512" w14:textId="77777777" w:rsidR="00ED0BF6" w:rsidRDefault="00ED0BF6" w:rsidP="00ED0BF6">
      <w:pPr>
        <w:pStyle w:val="CMD"/>
      </w:pPr>
      <w:r>
        <w:t xml:space="preserve">PS C:\Users\CyberOpsUser&gt; </w:t>
      </w:r>
      <w:r w:rsidRPr="001616D3">
        <w:rPr>
          <w:b/>
        </w:rPr>
        <w:t>netstat -r</w:t>
      </w:r>
    </w:p>
    <w:p w14:paraId="71378F54" w14:textId="77777777" w:rsidR="00ED0BF6" w:rsidRDefault="00ED0BF6" w:rsidP="00ED0BF6">
      <w:pPr>
        <w:pStyle w:val="CMDOutput"/>
      </w:pPr>
      <w:r>
        <w:t>===========================================================================</w:t>
      </w:r>
    </w:p>
    <w:p w14:paraId="7B8287C4" w14:textId="77777777" w:rsidR="00ED0BF6" w:rsidRDefault="00ED0BF6" w:rsidP="00ED0BF6">
      <w:pPr>
        <w:pStyle w:val="CMDOutput"/>
      </w:pPr>
      <w:r>
        <w:t>Interface List</w:t>
      </w:r>
    </w:p>
    <w:p w14:paraId="599F6CF4" w14:textId="77777777" w:rsidR="00ED0BF6" w:rsidRDefault="00ED0BF6" w:rsidP="00ED0BF6">
      <w:pPr>
        <w:pStyle w:val="CMDOutput"/>
      </w:pPr>
      <w:r>
        <w:t xml:space="preserve">  3...08 00 27 a0 c3 53 ......Intel(R) PRO/1000 MT Desktop Adapter</w:t>
      </w:r>
    </w:p>
    <w:p w14:paraId="5423A521" w14:textId="77777777" w:rsidR="00ED0BF6" w:rsidRDefault="00ED0BF6" w:rsidP="00ED0BF6">
      <w:pPr>
        <w:pStyle w:val="CMDOutput"/>
      </w:pPr>
      <w:r>
        <w:t xml:space="preserve"> 10...08 00 27 26 c1 78 ......Intel(R) PRO/1000 MT Desktop Adapter #2</w:t>
      </w:r>
    </w:p>
    <w:p w14:paraId="7682D0AE" w14:textId="77777777" w:rsidR="00ED0BF6" w:rsidRDefault="00ED0BF6" w:rsidP="00ED0BF6">
      <w:pPr>
        <w:pStyle w:val="CMDOutput"/>
      </w:pPr>
      <w:r>
        <w:t xml:space="preserve">  1...........................Software Loopback Interface 1</w:t>
      </w:r>
    </w:p>
    <w:p w14:paraId="138CA06B" w14:textId="77777777" w:rsidR="00ED0BF6" w:rsidRDefault="00ED0BF6" w:rsidP="00ED0BF6">
      <w:pPr>
        <w:pStyle w:val="CMDOutput"/>
      </w:pPr>
      <w:r>
        <w:t>===========================================================================</w:t>
      </w:r>
    </w:p>
    <w:p w14:paraId="14F2F06E" w14:textId="77777777" w:rsidR="00ED0BF6" w:rsidRDefault="00ED0BF6" w:rsidP="00ED0BF6">
      <w:pPr>
        <w:pStyle w:val="CMDOutput"/>
      </w:pPr>
    </w:p>
    <w:p w14:paraId="46FE7158" w14:textId="77777777" w:rsidR="00ED0BF6" w:rsidRDefault="00ED0BF6" w:rsidP="00ED0BF6">
      <w:pPr>
        <w:pStyle w:val="CMDOutput"/>
      </w:pPr>
      <w:r>
        <w:t>IPv4 Route Table</w:t>
      </w:r>
    </w:p>
    <w:p w14:paraId="2A4F1E74" w14:textId="77777777" w:rsidR="00ED0BF6" w:rsidRDefault="00ED0BF6" w:rsidP="00ED0BF6">
      <w:pPr>
        <w:pStyle w:val="CMDOutput"/>
      </w:pPr>
      <w:r>
        <w:t>===========================================================================</w:t>
      </w:r>
    </w:p>
    <w:p w14:paraId="385007AE" w14:textId="77777777" w:rsidR="00ED0BF6" w:rsidRDefault="00ED0BF6" w:rsidP="00ED0BF6">
      <w:pPr>
        <w:pStyle w:val="CMDOutput"/>
      </w:pPr>
      <w:r>
        <w:t>Active Routes:</w:t>
      </w:r>
    </w:p>
    <w:p w14:paraId="7143793F" w14:textId="77777777" w:rsidR="00ED0BF6" w:rsidRDefault="00ED0BF6" w:rsidP="00ED0BF6">
      <w:pPr>
        <w:pStyle w:val="CMDOutput"/>
      </w:pPr>
      <w:r>
        <w:t xml:space="preserve">Network Destination Netmask Gateway </w:t>
      </w:r>
      <w:proofErr w:type="gramStart"/>
      <w:r>
        <w:t>Interface  Metric</w:t>
      </w:r>
      <w:proofErr w:type="gramEnd"/>
      <w:r>
        <w:t xml:space="preserve"> </w:t>
      </w:r>
    </w:p>
    <w:p w14:paraId="448F5A53" w14:textId="77777777" w:rsidR="00ED0BF6" w:rsidRDefault="00ED0BF6" w:rsidP="00ED0BF6">
      <w:pPr>
        <w:pStyle w:val="CMDOutput"/>
      </w:pPr>
      <w:r>
        <w:t>0.0.0.0 0.0.0.0 192.168.1.1 192.168.1.5     25</w:t>
      </w:r>
    </w:p>
    <w:p w14:paraId="4A89067B" w14:textId="77777777" w:rsidR="00ED0BF6" w:rsidRDefault="00ED0BF6" w:rsidP="00ED0BF6">
      <w:pPr>
        <w:pStyle w:val="CMDOutput"/>
      </w:pPr>
      <w:r>
        <w:t xml:space="preserve">        127.0.0.0        255.0.0.0         On-link         127.0.0.1    331</w:t>
      </w:r>
    </w:p>
    <w:p w14:paraId="05CA7ED8" w14:textId="77777777" w:rsidR="00ED0BF6" w:rsidRDefault="00ED0BF6" w:rsidP="00ED0BF6">
      <w:pPr>
        <w:pStyle w:val="CMDOutput"/>
      </w:pPr>
      <w:r>
        <w:t xml:space="preserve">        </w:t>
      </w:r>
      <w:proofErr w:type="gramStart"/>
      <w:r>
        <w:t>127.0.0.1  255.255.255.255</w:t>
      </w:r>
      <w:proofErr w:type="gramEnd"/>
      <w:r>
        <w:t xml:space="preserve">         On-link         127.0.0.1    331</w:t>
      </w:r>
    </w:p>
    <w:p w14:paraId="4470D5FF" w14:textId="77777777" w:rsidR="00ED0BF6" w:rsidRDefault="00ED0BF6" w:rsidP="00ED0BF6">
      <w:pPr>
        <w:pStyle w:val="CMDOutput"/>
      </w:pPr>
      <w:r>
        <w:t xml:space="preserve">  </w:t>
      </w:r>
      <w:proofErr w:type="gramStart"/>
      <w:r>
        <w:t>127.255.255.255  255.255.255.255</w:t>
      </w:r>
      <w:proofErr w:type="gramEnd"/>
      <w:r>
        <w:t xml:space="preserve">         On-link         127.0.0.1    331</w:t>
      </w:r>
    </w:p>
    <w:p w14:paraId="37CE73F3" w14:textId="77777777" w:rsidR="00ED0BF6" w:rsidRDefault="00ED0BF6" w:rsidP="00ED0BF6">
      <w:pPr>
        <w:pStyle w:val="CMDOutput"/>
      </w:pPr>
      <w:r>
        <w:t xml:space="preserve">      169.254.0.0      255.255.0.0         On-link   169.254.181.151    281</w:t>
      </w:r>
    </w:p>
    <w:p w14:paraId="064302BA" w14:textId="77777777" w:rsidR="00ED0BF6" w:rsidRDefault="00ED0BF6" w:rsidP="00ED0BF6">
      <w:pPr>
        <w:pStyle w:val="CMDOutput"/>
      </w:pPr>
      <w:r>
        <w:t xml:space="preserve">  </w:t>
      </w:r>
      <w:proofErr w:type="gramStart"/>
      <w:r>
        <w:t>169.254.181.151  255.255.255.255</w:t>
      </w:r>
      <w:proofErr w:type="gramEnd"/>
      <w:r>
        <w:t xml:space="preserve">         On-link   169.254.181.151    281</w:t>
      </w:r>
    </w:p>
    <w:p w14:paraId="53CC5E0E" w14:textId="77777777" w:rsidR="00ED0BF6" w:rsidRDefault="00ED0BF6" w:rsidP="00ED0BF6">
      <w:pPr>
        <w:pStyle w:val="CMDOutput"/>
      </w:pPr>
      <w:r>
        <w:t xml:space="preserve">  </w:t>
      </w:r>
      <w:proofErr w:type="gramStart"/>
      <w:r>
        <w:t>169.254.255.255  255.255.255.255</w:t>
      </w:r>
      <w:proofErr w:type="gramEnd"/>
      <w:r>
        <w:t xml:space="preserve">         On-link   169.254.181.151    281</w:t>
      </w:r>
    </w:p>
    <w:p w14:paraId="624119AC" w14:textId="77777777" w:rsidR="00ED0BF6" w:rsidRDefault="00ED0BF6" w:rsidP="00ED0BF6">
      <w:pPr>
        <w:pStyle w:val="CMDOutput"/>
      </w:pPr>
      <w:r>
        <w:t xml:space="preserve">      192.168.1.0    255.255.255.0         On-link       192.168.1.5    281</w:t>
      </w:r>
    </w:p>
    <w:p w14:paraId="7682CC79" w14:textId="77777777" w:rsidR="00ED0BF6" w:rsidRDefault="00ED0BF6" w:rsidP="00ED0BF6">
      <w:pPr>
        <w:pStyle w:val="CMDOutput"/>
      </w:pPr>
      <w:r>
        <w:t xml:space="preserve">      </w:t>
      </w:r>
      <w:proofErr w:type="gramStart"/>
      <w:r>
        <w:t>192.168.1.5  255.255.255.255</w:t>
      </w:r>
      <w:proofErr w:type="gramEnd"/>
      <w:r>
        <w:t xml:space="preserve">         On-link       192.168.1.5    281</w:t>
      </w:r>
    </w:p>
    <w:p w14:paraId="12EB3ADE" w14:textId="77777777" w:rsidR="00ED0BF6" w:rsidRDefault="00ED0BF6" w:rsidP="00ED0BF6">
      <w:pPr>
        <w:pStyle w:val="CMDOutput"/>
      </w:pPr>
      <w:r>
        <w:t xml:space="preserve">    </w:t>
      </w:r>
      <w:proofErr w:type="gramStart"/>
      <w:r>
        <w:t>192.168.1.255  255.255.255.255</w:t>
      </w:r>
      <w:proofErr w:type="gramEnd"/>
      <w:r>
        <w:t xml:space="preserve">         On-link       192.168.1.5    281</w:t>
      </w:r>
    </w:p>
    <w:p w14:paraId="653E0254" w14:textId="77777777" w:rsidR="00ED0BF6" w:rsidRDefault="00ED0BF6" w:rsidP="00ED0BF6">
      <w:pPr>
        <w:pStyle w:val="CMDOutput"/>
      </w:pPr>
      <w:r>
        <w:lastRenderedPageBreak/>
        <w:t xml:space="preserve">        224.0.0.0        240.0.0.0         On-link         127.0.0.1    331</w:t>
      </w:r>
    </w:p>
    <w:p w14:paraId="16EC4CC0" w14:textId="77777777" w:rsidR="00ED0BF6" w:rsidRDefault="00ED0BF6" w:rsidP="00ED0BF6">
      <w:pPr>
        <w:pStyle w:val="CMDOutput"/>
      </w:pPr>
      <w:r>
        <w:t xml:space="preserve">        224.0.0.0        240.0.0.0         On-link       192.168.1.5    281</w:t>
      </w:r>
    </w:p>
    <w:p w14:paraId="02491B60" w14:textId="77777777" w:rsidR="00ED0BF6" w:rsidRDefault="00ED0BF6" w:rsidP="00ED0BF6">
      <w:pPr>
        <w:pStyle w:val="CMDOutput"/>
      </w:pPr>
      <w:r>
        <w:t xml:space="preserve">        224.0.0.0        240.0.0.0         On-link   169.254.181.151    281</w:t>
      </w:r>
    </w:p>
    <w:p w14:paraId="49ABD923" w14:textId="77777777" w:rsidR="00ED0BF6" w:rsidRDefault="00ED0BF6" w:rsidP="00ED0BF6">
      <w:pPr>
        <w:pStyle w:val="CMDOutput"/>
      </w:pPr>
      <w:r>
        <w:t xml:space="preserve">  </w:t>
      </w:r>
      <w:proofErr w:type="gramStart"/>
      <w:r>
        <w:t>255.255.255.255  255.255.255.255</w:t>
      </w:r>
      <w:proofErr w:type="gramEnd"/>
      <w:r>
        <w:t xml:space="preserve">         On-link         127.0.0.1    331</w:t>
      </w:r>
    </w:p>
    <w:p w14:paraId="60B5F473" w14:textId="77777777" w:rsidR="00ED0BF6" w:rsidRDefault="00ED0BF6" w:rsidP="00ED0BF6">
      <w:pPr>
        <w:pStyle w:val="CMDOutput"/>
      </w:pPr>
      <w:r>
        <w:t xml:space="preserve">  </w:t>
      </w:r>
      <w:proofErr w:type="gramStart"/>
      <w:r>
        <w:t>255.255.255.255  255.255.255.255</w:t>
      </w:r>
      <w:proofErr w:type="gramEnd"/>
      <w:r>
        <w:t xml:space="preserve">         On-link       192.168.1.5    281</w:t>
      </w:r>
    </w:p>
    <w:p w14:paraId="3F6FBD5D" w14:textId="77777777" w:rsidR="00ED0BF6" w:rsidRDefault="00ED0BF6" w:rsidP="00ED0BF6">
      <w:pPr>
        <w:pStyle w:val="CMDOutput"/>
      </w:pPr>
      <w:r>
        <w:t xml:space="preserve">  </w:t>
      </w:r>
      <w:proofErr w:type="gramStart"/>
      <w:r>
        <w:t>255.255.255.255  255.255.255.255</w:t>
      </w:r>
      <w:proofErr w:type="gramEnd"/>
      <w:r>
        <w:t xml:space="preserve">         On-link   169.254.181.151    281</w:t>
      </w:r>
    </w:p>
    <w:p w14:paraId="3CC06D9B" w14:textId="77777777" w:rsidR="00ED0BF6" w:rsidRDefault="00ED0BF6" w:rsidP="00ED0BF6">
      <w:pPr>
        <w:pStyle w:val="CMDOutput"/>
      </w:pPr>
      <w:r>
        <w:t>===========================================================================</w:t>
      </w:r>
    </w:p>
    <w:p w14:paraId="3D399E76" w14:textId="77777777" w:rsidR="00ED0BF6" w:rsidRDefault="00ED0BF6" w:rsidP="00ED0BF6">
      <w:pPr>
        <w:pStyle w:val="CMDOutput"/>
      </w:pPr>
      <w:r>
        <w:t>Persistent Routes:</w:t>
      </w:r>
    </w:p>
    <w:p w14:paraId="6680F5D3" w14:textId="77777777" w:rsidR="00ED0BF6" w:rsidRDefault="00ED0BF6" w:rsidP="00ED0BF6">
      <w:pPr>
        <w:pStyle w:val="CMDOutput"/>
      </w:pPr>
      <w:r>
        <w:t xml:space="preserve">  None</w:t>
      </w:r>
    </w:p>
    <w:p w14:paraId="7C637B23" w14:textId="77777777" w:rsidR="00ED0BF6" w:rsidRDefault="00ED0BF6" w:rsidP="00ED0BF6">
      <w:pPr>
        <w:pStyle w:val="CMDOutput"/>
      </w:pPr>
    </w:p>
    <w:p w14:paraId="0F77E59A" w14:textId="77777777" w:rsidR="00ED0BF6" w:rsidRDefault="00ED0BF6" w:rsidP="00ED0BF6">
      <w:pPr>
        <w:pStyle w:val="CMDOutput"/>
      </w:pPr>
      <w:r>
        <w:t>IPv6 Route Table</w:t>
      </w:r>
    </w:p>
    <w:p w14:paraId="05B01067" w14:textId="77777777" w:rsidR="00ED0BF6" w:rsidRDefault="00ED0BF6" w:rsidP="00ED0BF6">
      <w:pPr>
        <w:pStyle w:val="CMDOutput"/>
      </w:pPr>
      <w:r>
        <w:t>===========================================================================</w:t>
      </w:r>
    </w:p>
    <w:p w14:paraId="4E71EF85" w14:textId="77777777" w:rsidR="00ED0BF6" w:rsidRDefault="00ED0BF6" w:rsidP="00ED0BF6">
      <w:pPr>
        <w:pStyle w:val="CMDOutput"/>
      </w:pPr>
      <w:r>
        <w:t>Active Routes:</w:t>
      </w:r>
    </w:p>
    <w:p w14:paraId="03FEB2B0" w14:textId="77777777" w:rsidR="00ED0BF6" w:rsidRDefault="00ED0BF6" w:rsidP="00ED0BF6">
      <w:pPr>
        <w:pStyle w:val="CMDOutput"/>
      </w:pPr>
      <w:r>
        <w:t xml:space="preserve"> If Metric Network Destination      Gateway</w:t>
      </w:r>
    </w:p>
    <w:p w14:paraId="5D19B698" w14:textId="77777777" w:rsidR="00ED0BF6" w:rsidRDefault="00ED0BF6" w:rsidP="00ED0BF6">
      <w:pPr>
        <w:pStyle w:val="CMDOutput"/>
      </w:pPr>
      <w:r>
        <w:t xml:space="preserve">  1    </w:t>
      </w:r>
      <w:proofErr w:type="gramStart"/>
      <w:r>
        <w:t>331 :</w:t>
      </w:r>
      <w:proofErr w:type="gramEnd"/>
      <w:r>
        <w:t>:1/128                  On-link</w:t>
      </w:r>
    </w:p>
    <w:p w14:paraId="3E7EC8F3" w14:textId="77777777" w:rsidR="00ED0BF6" w:rsidRDefault="00ED0BF6" w:rsidP="00ED0BF6">
      <w:pPr>
        <w:pStyle w:val="CMDOutput"/>
      </w:pPr>
      <w:r>
        <w:t xml:space="preserve">  3    281 fe</w:t>
      </w:r>
      <w:proofErr w:type="gramStart"/>
      <w:r>
        <w:t>80::/</w:t>
      </w:r>
      <w:proofErr w:type="gramEnd"/>
      <w:r>
        <w:t>64                On-link</w:t>
      </w:r>
    </w:p>
    <w:p w14:paraId="20EFE30D" w14:textId="77777777" w:rsidR="00ED0BF6" w:rsidRDefault="00ED0BF6" w:rsidP="00ED0BF6">
      <w:pPr>
        <w:pStyle w:val="CMDOutput"/>
      </w:pPr>
      <w:r>
        <w:t xml:space="preserve"> 10    281 fe</w:t>
      </w:r>
      <w:proofErr w:type="gramStart"/>
      <w:r>
        <w:t>80::/</w:t>
      </w:r>
      <w:proofErr w:type="gramEnd"/>
      <w:r>
        <w:t>64                On-link</w:t>
      </w:r>
    </w:p>
    <w:p w14:paraId="2DE63C38" w14:textId="77777777" w:rsidR="00ED0BF6" w:rsidRDefault="00ED0BF6" w:rsidP="00ED0BF6">
      <w:pPr>
        <w:pStyle w:val="CMDOutput"/>
      </w:pPr>
      <w:r>
        <w:t xml:space="preserve"> 10    281 fe80::408b:14a4:7b</w:t>
      </w:r>
      <w:proofErr w:type="gramStart"/>
      <w:r>
        <w:t>64:b</w:t>
      </w:r>
      <w:proofErr w:type="gramEnd"/>
      <w:r>
        <w:t>597/128</w:t>
      </w:r>
    </w:p>
    <w:p w14:paraId="74A109A8" w14:textId="77777777" w:rsidR="00ED0BF6" w:rsidRDefault="00ED0BF6" w:rsidP="00ED0BF6">
      <w:pPr>
        <w:pStyle w:val="CMDOutput"/>
      </w:pPr>
      <w:r>
        <w:t xml:space="preserve">                                    On-link</w:t>
      </w:r>
    </w:p>
    <w:p w14:paraId="60FC5FA6" w14:textId="77777777" w:rsidR="00ED0BF6" w:rsidRDefault="00ED0BF6" w:rsidP="00ED0BF6">
      <w:pPr>
        <w:pStyle w:val="CMDOutput"/>
      </w:pPr>
      <w:r>
        <w:t xml:space="preserve">  3    281 fe</w:t>
      </w:r>
      <w:proofErr w:type="gramStart"/>
      <w:r>
        <w:t>80::</w:t>
      </w:r>
      <w:proofErr w:type="gramEnd"/>
      <w:r>
        <w:t>dd67:9e98:9ce0:51e/128</w:t>
      </w:r>
    </w:p>
    <w:p w14:paraId="4CEE599E" w14:textId="77777777" w:rsidR="00ED0BF6" w:rsidRDefault="00ED0BF6" w:rsidP="00ED0BF6">
      <w:pPr>
        <w:pStyle w:val="CMDOutput"/>
      </w:pPr>
      <w:r>
        <w:t xml:space="preserve">                                    On-link</w:t>
      </w:r>
    </w:p>
    <w:p w14:paraId="6EF0D4F8" w14:textId="77777777" w:rsidR="00ED0BF6" w:rsidRDefault="00ED0BF6" w:rsidP="00ED0BF6">
      <w:pPr>
        <w:pStyle w:val="CMDOutput"/>
      </w:pPr>
      <w:r>
        <w:t xml:space="preserve">  1    331 ff</w:t>
      </w:r>
      <w:proofErr w:type="gramStart"/>
      <w:r>
        <w:t>00::/</w:t>
      </w:r>
      <w:proofErr w:type="gramEnd"/>
      <w:r>
        <w:t>8                 On-link</w:t>
      </w:r>
    </w:p>
    <w:p w14:paraId="28270E61" w14:textId="77777777" w:rsidR="00ED0BF6" w:rsidRDefault="00ED0BF6" w:rsidP="00ED0BF6">
      <w:pPr>
        <w:pStyle w:val="CMDOutput"/>
      </w:pPr>
      <w:r>
        <w:t xml:space="preserve">  3    281 ff</w:t>
      </w:r>
      <w:proofErr w:type="gramStart"/>
      <w:r>
        <w:t>00::/</w:t>
      </w:r>
      <w:proofErr w:type="gramEnd"/>
      <w:r>
        <w:t>8                 On-link</w:t>
      </w:r>
    </w:p>
    <w:p w14:paraId="7D5F6272" w14:textId="77777777" w:rsidR="00ED0BF6" w:rsidRDefault="00ED0BF6" w:rsidP="00ED0BF6">
      <w:pPr>
        <w:pStyle w:val="CMDOutput"/>
      </w:pPr>
      <w:r>
        <w:t xml:space="preserve"> 10    281 ff</w:t>
      </w:r>
      <w:proofErr w:type="gramStart"/>
      <w:r>
        <w:t>00::/</w:t>
      </w:r>
      <w:proofErr w:type="gramEnd"/>
      <w:r>
        <w:t>8                 On-link</w:t>
      </w:r>
    </w:p>
    <w:p w14:paraId="4F50ACFE" w14:textId="77777777" w:rsidR="00ED0BF6" w:rsidRDefault="00ED0BF6" w:rsidP="00ED0BF6">
      <w:pPr>
        <w:pStyle w:val="CMDOutput"/>
      </w:pPr>
      <w:r>
        <w:t>===========================================================================</w:t>
      </w:r>
    </w:p>
    <w:p w14:paraId="65097698" w14:textId="77777777" w:rsidR="00ED0BF6" w:rsidRDefault="00ED0BF6" w:rsidP="00ED0BF6">
      <w:pPr>
        <w:pStyle w:val="CMDOutput"/>
      </w:pPr>
      <w:r>
        <w:t>Persistent Routes:</w:t>
      </w:r>
    </w:p>
    <w:p w14:paraId="37179BC2" w14:textId="77777777" w:rsidR="00ED0BF6" w:rsidRDefault="00ED0BF6" w:rsidP="00ED0BF6">
      <w:pPr>
        <w:pStyle w:val="CMDOutput"/>
      </w:pPr>
      <w:r>
        <w:t xml:space="preserve">  None</w:t>
      </w:r>
    </w:p>
    <w:p w14:paraId="69BF453C" w14:textId="77777777" w:rsidR="00A30169" w:rsidRDefault="00A30169" w:rsidP="00192F59">
      <w:pPr>
        <w:pStyle w:val="Heading3"/>
      </w:pPr>
      <w:r>
        <w:t>Question:</w:t>
      </w:r>
    </w:p>
    <w:p w14:paraId="1FBF2297" w14:textId="06579A18" w:rsidR="00ED0BF6" w:rsidRDefault="00ED0BF6" w:rsidP="00C82186">
      <w:pPr>
        <w:pStyle w:val="BodyTextL50"/>
        <w:spacing w:before="0"/>
      </w:pPr>
      <w:r>
        <w:t>What is the IPv4 gateway?</w:t>
      </w:r>
    </w:p>
    <w:p w14:paraId="029ECEC7" w14:textId="2488D054" w:rsidR="00ED0BF6" w:rsidRDefault="00A30169" w:rsidP="00C82186">
      <w:pPr>
        <w:pStyle w:val="AnswerLineL50"/>
      </w:pPr>
      <w:r>
        <w:t>Type your answers here.</w:t>
      </w:r>
    </w:p>
    <w:p w14:paraId="4AA44945" w14:textId="77777777" w:rsidR="00ED0BF6" w:rsidRDefault="00ED0BF6" w:rsidP="00ED0BF6">
      <w:pPr>
        <w:pStyle w:val="SubStepAlpha"/>
        <w:keepNext/>
      </w:pPr>
      <w:r>
        <w:t xml:space="preserve">Open and run a second PowerShell with elevated privileges. Click </w:t>
      </w:r>
      <w:r>
        <w:rPr>
          <w:b/>
        </w:rPr>
        <w:t>Start</w:t>
      </w:r>
      <w:r>
        <w:t xml:space="preserve">. Search for PowerShell and right-click </w:t>
      </w:r>
      <w:r>
        <w:rPr>
          <w:b/>
        </w:rPr>
        <w:t>Windows PowerShell</w:t>
      </w:r>
      <w:r>
        <w:t xml:space="preserve"> and select </w:t>
      </w:r>
      <w:r>
        <w:rPr>
          <w:b/>
        </w:rPr>
        <w:t>Run as administrator</w:t>
      </w:r>
      <w:r>
        <w:t xml:space="preserve">. Click </w:t>
      </w:r>
      <w:r>
        <w:rPr>
          <w:b/>
        </w:rPr>
        <w:t>Yes</w:t>
      </w:r>
      <w:r>
        <w:t xml:space="preserve"> to allow this app to make changes to your device.</w:t>
      </w:r>
    </w:p>
    <w:p w14:paraId="1B9BCA10" w14:textId="77777777" w:rsidR="00ED0BF6" w:rsidRDefault="00ED0BF6" w:rsidP="00ED0BF6">
      <w:pPr>
        <w:pStyle w:val="Visual"/>
      </w:pPr>
      <w:r w:rsidRPr="007C0650">
        <w:rPr>
          <w:noProof/>
        </w:rPr>
        <w:drawing>
          <wp:inline distT="0" distB="0" distL="0" distR="0" wp14:anchorId="734E288E" wp14:editId="1876CD18">
            <wp:extent cx="2286000" cy="1532238"/>
            <wp:effectExtent l="0" t="0" r="0" b="0"/>
            <wp:docPr id="4" name="Picture 4" descr="Screenshot of the Windows Powershell with Run as adminstrator option sel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6000" cy="1532238"/>
                    </a:xfrm>
                    <a:prstGeom prst="rect">
                      <a:avLst/>
                    </a:prstGeom>
                  </pic:spPr>
                </pic:pic>
              </a:graphicData>
            </a:graphic>
          </wp:inline>
        </w:drawing>
      </w:r>
    </w:p>
    <w:p w14:paraId="42A3942A" w14:textId="2372063A" w:rsidR="00ED0BF6" w:rsidRDefault="00ED0BF6" w:rsidP="00ED0BF6">
      <w:pPr>
        <w:pStyle w:val="SubStepAlpha"/>
      </w:pPr>
      <w:r>
        <w:t xml:space="preserve">The netstat command can also display the processes associated with the active TCP connections. Enter the </w:t>
      </w:r>
      <w:r>
        <w:rPr>
          <w:b/>
        </w:rPr>
        <w:t>netstat -</w:t>
      </w:r>
      <w:proofErr w:type="spellStart"/>
      <w:r>
        <w:rPr>
          <w:b/>
        </w:rPr>
        <w:t>abno</w:t>
      </w:r>
      <w:proofErr w:type="spellEnd"/>
      <w:r>
        <w:rPr>
          <w:b/>
        </w:rPr>
        <w:t xml:space="preserve"> </w:t>
      </w:r>
      <w:r>
        <w:t>at the prompt.</w:t>
      </w:r>
    </w:p>
    <w:p w14:paraId="1877EC9F" w14:textId="77777777" w:rsidR="00ED0BF6" w:rsidRPr="002D293E" w:rsidRDefault="00ED0BF6" w:rsidP="00ED0BF6">
      <w:pPr>
        <w:pStyle w:val="CMD"/>
      </w:pPr>
      <w:r w:rsidRPr="002D293E">
        <w:t xml:space="preserve">PS C:\Windows\system32&gt; </w:t>
      </w:r>
      <w:r w:rsidRPr="002D293E">
        <w:rPr>
          <w:b/>
        </w:rPr>
        <w:t>netstat -</w:t>
      </w:r>
      <w:proofErr w:type="spellStart"/>
      <w:r w:rsidRPr="002D293E">
        <w:rPr>
          <w:b/>
        </w:rPr>
        <w:t>abno</w:t>
      </w:r>
      <w:proofErr w:type="spellEnd"/>
    </w:p>
    <w:p w14:paraId="4BBD4FAD" w14:textId="77777777" w:rsidR="00ED0BF6" w:rsidRPr="002D293E" w:rsidRDefault="00ED0BF6" w:rsidP="00ED0BF6">
      <w:pPr>
        <w:pStyle w:val="CMDOutput"/>
      </w:pPr>
    </w:p>
    <w:p w14:paraId="38A6775D" w14:textId="77777777" w:rsidR="00ED0BF6" w:rsidRPr="002D293E" w:rsidRDefault="00ED0BF6" w:rsidP="00ED0BF6">
      <w:pPr>
        <w:pStyle w:val="CMDOutput"/>
      </w:pPr>
      <w:r w:rsidRPr="002D293E">
        <w:t>Active Connections</w:t>
      </w:r>
    </w:p>
    <w:p w14:paraId="653E0A9E" w14:textId="77777777" w:rsidR="00ED0BF6" w:rsidRPr="002D293E" w:rsidRDefault="00ED0BF6" w:rsidP="00ED0BF6">
      <w:pPr>
        <w:pStyle w:val="CMDOutput"/>
      </w:pPr>
    </w:p>
    <w:p w14:paraId="182A3574" w14:textId="77777777" w:rsidR="00ED0BF6" w:rsidRPr="002D293E" w:rsidRDefault="00ED0BF6" w:rsidP="00ED0BF6">
      <w:pPr>
        <w:pStyle w:val="CMDOutput"/>
      </w:pPr>
      <w:r w:rsidRPr="002D293E">
        <w:t xml:space="preserve">  </w:t>
      </w:r>
      <w:proofErr w:type="gramStart"/>
      <w:r w:rsidRPr="002D293E">
        <w:t>Proto  Local</w:t>
      </w:r>
      <w:proofErr w:type="gramEnd"/>
      <w:r w:rsidRPr="002D293E">
        <w:t xml:space="preserve"> Address          Foreign Address        State           PID</w:t>
      </w:r>
    </w:p>
    <w:p w14:paraId="265165C1" w14:textId="77777777" w:rsidR="00ED0BF6" w:rsidRPr="00F2512E" w:rsidRDefault="00ED0BF6" w:rsidP="00ED0BF6">
      <w:pPr>
        <w:pStyle w:val="CMDOutput"/>
        <w:rPr>
          <w:highlight w:val="yellow"/>
        </w:rPr>
      </w:pPr>
      <w:r w:rsidRPr="002D293E">
        <w:t xml:space="preserve">  </w:t>
      </w:r>
      <w:r w:rsidRPr="00F2512E">
        <w:rPr>
          <w:highlight w:val="yellow"/>
        </w:rPr>
        <w:t>TCP    0.0.0.0:135            0.0.0.0:0              LISTENING       756</w:t>
      </w:r>
    </w:p>
    <w:p w14:paraId="1BB962F3" w14:textId="77777777" w:rsidR="00ED0BF6" w:rsidRPr="00F2512E" w:rsidRDefault="00ED0BF6" w:rsidP="00ED0BF6">
      <w:pPr>
        <w:pStyle w:val="CMDOutput"/>
        <w:rPr>
          <w:highlight w:val="yellow"/>
        </w:rPr>
      </w:pPr>
      <w:r w:rsidRPr="00F2512E">
        <w:t xml:space="preserve">  </w:t>
      </w:r>
      <w:proofErr w:type="spellStart"/>
      <w:r w:rsidRPr="00F2512E">
        <w:rPr>
          <w:highlight w:val="yellow"/>
        </w:rPr>
        <w:t>RpcSs</w:t>
      </w:r>
      <w:proofErr w:type="spellEnd"/>
    </w:p>
    <w:p w14:paraId="3215C2D8" w14:textId="77777777" w:rsidR="00ED0BF6" w:rsidRPr="002D293E" w:rsidRDefault="00ED0BF6" w:rsidP="00ED0BF6">
      <w:pPr>
        <w:pStyle w:val="CMDOutput"/>
      </w:pPr>
      <w:r w:rsidRPr="00F2512E">
        <w:t xml:space="preserve"> </w:t>
      </w:r>
      <w:r w:rsidRPr="00F2512E">
        <w:rPr>
          <w:highlight w:val="yellow"/>
        </w:rPr>
        <w:t>[svchost.exe]</w:t>
      </w:r>
    </w:p>
    <w:p w14:paraId="07E0A5A6" w14:textId="77777777" w:rsidR="00ED0BF6" w:rsidRPr="002D293E" w:rsidRDefault="00ED0BF6" w:rsidP="00ED0BF6">
      <w:pPr>
        <w:pStyle w:val="CMDOutput"/>
      </w:pPr>
      <w:r w:rsidRPr="002D293E">
        <w:t xml:space="preserve">  TCP    0.0.0.0:445            0.0.0.0:0              LISTENING       4</w:t>
      </w:r>
    </w:p>
    <w:p w14:paraId="503F883A" w14:textId="77777777" w:rsidR="00ED0BF6" w:rsidRPr="002D293E" w:rsidRDefault="00ED0BF6" w:rsidP="00ED0BF6">
      <w:pPr>
        <w:pStyle w:val="CMDOutput"/>
      </w:pPr>
      <w:r w:rsidRPr="002D293E">
        <w:t xml:space="preserve"> </w:t>
      </w:r>
      <w:proofErr w:type="spellStart"/>
      <w:r w:rsidRPr="002D293E">
        <w:t>Can not</w:t>
      </w:r>
      <w:proofErr w:type="spellEnd"/>
      <w:r w:rsidRPr="002D293E">
        <w:t xml:space="preserve"> obtain ownership information</w:t>
      </w:r>
    </w:p>
    <w:p w14:paraId="3059F861" w14:textId="77777777" w:rsidR="00ED0BF6" w:rsidRPr="002D293E" w:rsidRDefault="00ED0BF6" w:rsidP="00ED0BF6">
      <w:pPr>
        <w:pStyle w:val="CMDOutput"/>
      </w:pPr>
      <w:r w:rsidRPr="002D293E">
        <w:t xml:space="preserve">  TCP    0.0.0.0:49664          0.0.0.0:0              LISTENING       444</w:t>
      </w:r>
    </w:p>
    <w:p w14:paraId="069A7CE1" w14:textId="77777777" w:rsidR="00ED0BF6" w:rsidRPr="002D293E" w:rsidRDefault="00ED0BF6" w:rsidP="00ED0BF6">
      <w:pPr>
        <w:pStyle w:val="CMDOutput"/>
      </w:pPr>
      <w:r w:rsidRPr="002D293E">
        <w:t xml:space="preserve"> </w:t>
      </w:r>
      <w:proofErr w:type="spellStart"/>
      <w:r w:rsidRPr="002D293E">
        <w:t>Can not</w:t>
      </w:r>
      <w:proofErr w:type="spellEnd"/>
      <w:r w:rsidRPr="002D293E">
        <w:t xml:space="preserve"> obtain ownership information</w:t>
      </w:r>
    </w:p>
    <w:p w14:paraId="6FB57CD5" w14:textId="77777777" w:rsidR="00ED0BF6" w:rsidRPr="002D293E" w:rsidRDefault="00ED0BF6" w:rsidP="00ED0BF6">
      <w:pPr>
        <w:pStyle w:val="CMDOutput"/>
      </w:pPr>
      <w:r w:rsidRPr="002D293E">
        <w:t xml:space="preserve">  TCP    0.0.0.0:49665          0.0.0.0:0              LISTENING       440</w:t>
      </w:r>
    </w:p>
    <w:p w14:paraId="2082E0F5" w14:textId="77777777" w:rsidR="00ED0BF6" w:rsidRPr="002D293E" w:rsidRDefault="00ED0BF6" w:rsidP="00ED0BF6">
      <w:pPr>
        <w:pStyle w:val="CMDOutput"/>
      </w:pPr>
      <w:r w:rsidRPr="002D293E">
        <w:t xml:space="preserve">  Schedule</w:t>
      </w:r>
    </w:p>
    <w:p w14:paraId="57FCC7EE" w14:textId="77777777" w:rsidR="00ED0BF6" w:rsidRPr="002D293E" w:rsidRDefault="00ED0BF6" w:rsidP="00ED0BF6">
      <w:pPr>
        <w:pStyle w:val="CMDOutput"/>
      </w:pPr>
      <w:r w:rsidRPr="002D293E">
        <w:t xml:space="preserve"> [svchost.exe]</w:t>
      </w:r>
    </w:p>
    <w:p w14:paraId="178EE6C1" w14:textId="77777777" w:rsidR="00ED0BF6" w:rsidRPr="002D293E" w:rsidRDefault="00ED0BF6" w:rsidP="00ED0BF6">
      <w:pPr>
        <w:pStyle w:val="CMDOutput"/>
      </w:pPr>
      <w:r w:rsidRPr="002D293E">
        <w:t xml:space="preserve">  TCP    0.0.0.0:49666          0.0.0.0:0              LISTENING       304</w:t>
      </w:r>
    </w:p>
    <w:p w14:paraId="6037462A" w14:textId="77777777" w:rsidR="00ED0BF6" w:rsidRPr="002D293E" w:rsidRDefault="00ED0BF6" w:rsidP="00ED0BF6">
      <w:pPr>
        <w:pStyle w:val="CMDOutput"/>
      </w:pPr>
      <w:r w:rsidRPr="002D293E">
        <w:t xml:space="preserve">  </w:t>
      </w:r>
      <w:proofErr w:type="spellStart"/>
      <w:r w:rsidRPr="002D293E">
        <w:t>EventLog</w:t>
      </w:r>
      <w:proofErr w:type="spellEnd"/>
    </w:p>
    <w:p w14:paraId="438BA11C" w14:textId="77777777" w:rsidR="00ED0BF6" w:rsidRPr="002D293E" w:rsidRDefault="00ED0BF6" w:rsidP="00ED0BF6">
      <w:pPr>
        <w:pStyle w:val="CMDOutput"/>
      </w:pPr>
      <w:r w:rsidRPr="002D293E">
        <w:t xml:space="preserve"> [svchost.exe]</w:t>
      </w:r>
    </w:p>
    <w:p w14:paraId="5EB07F92" w14:textId="77777777" w:rsidR="00ED0BF6" w:rsidRPr="002D293E" w:rsidRDefault="00ED0BF6" w:rsidP="00ED0BF6">
      <w:pPr>
        <w:pStyle w:val="CMDOutput"/>
      </w:pPr>
      <w:r w:rsidRPr="002D293E">
        <w:t xml:space="preserve">  TCP    0.0.0.0:49667          0.0.0.0:0              LISTENING       1856</w:t>
      </w:r>
    </w:p>
    <w:p w14:paraId="341ADA0F" w14:textId="77777777" w:rsidR="00ED0BF6" w:rsidRPr="002D293E" w:rsidRDefault="00ED0BF6" w:rsidP="00ED0BF6">
      <w:pPr>
        <w:pStyle w:val="CMDOutput"/>
      </w:pPr>
      <w:r w:rsidRPr="002D293E">
        <w:t xml:space="preserve"> [spoolsv.exe]</w:t>
      </w:r>
    </w:p>
    <w:p w14:paraId="052C3902" w14:textId="77777777" w:rsidR="00ED0BF6" w:rsidRPr="002D293E" w:rsidRDefault="00ED0BF6" w:rsidP="00ED0BF6">
      <w:pPr>
        <w:pStyle w:val="CMDOutput"/>
      </w:pPr>
      <w:r w:rsidRPr="002D293E">
        <w:t xml:space="preserve">  TCP    0.0.0.0:49668          0.0.0.0:0              LISTENING       544</w:t>
      </w:r>
    </w:p>
    <w:p w14:paraId="0C93C71D" w14:textId="77777777" w:rsidR="00ED0BF6" w:rsidRPr="002D293E" w:rsidRDefault="00ED0BF6" w:rsidP="00ED0BF6">
      <w:pPr>
        <w:pStyle w:val="CMDOutput"/>
      </w:pPr>
      <w:r>
        <w:t>&lt;some output omitted&gt;</w:t>
      </w:r>
    </w:p>
    <w:p w14:paraId="1C4A5EA8" w14:textId="77777777" w:rsidR="00ED0BF6" w:rsidRDefault="00ED0BF6" w:rsidP="00ED0BF6">
      <w:pPr>
        <w:pStyle w:val="SubStepAlpha"/>
      </w:pPr>
      <w:r>
        <w:t xml:space="preserve">Open the Task Manager. Navigate to the </w:t>
      </w:r>
      <w:r w:rsidRPr="00F2512E">
        <w:rPr>
          <w:b/>
        </w:rPr>
        <w:t>Details</w:t>
      </w:r>
      <w:r>
        <w:t xml:space="preserve"> tab. Click the </w:t>
      </w:r>
      <w:r>
        <w:rPr>
          <w:b/>
        </w:rPr>
        <w:t xml:space="preserve">PID </w:t>
      </w:r>
      <w:r>
        <w:t>heading so the PID are in order.</w:t>
      </w:r>
    </w:p>
    <w:p w14:paraId="6C1E1291" w14:textId="77777777" w:rsidR="00ED0BF6" w:rsidRDefault="00ED0BF6" w:rsidP="00ED0BF6">
      <w:pPr>
        <w:pStyle w:val="SubStepAlpha"/>
      </w:pPr>
      <w:r>
        <w:t>Select one of the PIDs from the results of netstat -</w:t>
      </w:r>
      <w:proofErr w:type="spellStart"/>
      <w:r>
        <w:t>abno</w:t>
      </w:r>
      <w:proofErr w:type="spellEnd"/>
      <w:r>
        <w:t>. PID 756 is used in this example.</w:t>
      </w:r>
    </w:p>
    <w:p w14:paraId="58BB4613" w14:textId="77777777" w:rsidR="00ED0BF6" w:rsidRDefault="00ED0BF6" w:rsidP="00ED0BF6">
      <w:pPr>
        <w:pStyle w:val="SubStepAlpha"/>
        <w:keepNext/>
      </w:pPr>
      <w:r>
        <w:t xml:space="preserve">Locate the selected PID in the Task Manager. Right-click the selected PID in the Task Manager to open the </w:t>
      </w:r>
      <w:r>
        <w:rPr>
          <w:b/>
        </w:rPr>
        <w:t xml:space="preserve">Properties </w:t>
      </w:r>
      <w:r>
        <w:t>dialog box for more information.</w:t>
      </w:r>
    </w:p>
    <w:p w14:paraId="237C3B6B" w14:textId="77777777" w:rsidR="00ED0BF6" w:rsidRDefault="00ED0BF6" w:rsidP="00C82186">
      <w:pPr>
        <w:pStyle w:val="Visual"/>
        <w:spacing w:after="120"/>
      </w:pPr>
      <w:r>
        <w:rPr>
          <w:noProof/>
        </w:rPr>
        <w:drawing>
          <wp:inline distT="0" distB="0" distL="0" distR="0" wp14:anchorId="20A6CECA" wp14:editId="3A57D048">
            <wp:extent cx="5486400" cy="2396490"/>
            <wp:effectExtent l="0" t="0" r="0" b="3810"/>
            <wp:docPr id="5" name="Picture 5" descr="Screenshot shows a pid selected in the Details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2396490"/>
                    </a:xfrm>
                    <a:prstGeom prst="rect">
                      <a:avLst/>
                    </a:prstGeom>
                  </pic:spPr>
                </pic:pic>
              </a:graphicData>
            </a:graphic>
          </wp:inline>
        </w:drawing>
      </w:r>
    </w:p>
    <w:p w14:paraId="0475FCF1" w14:textId="77777777" w:rsidR="00A30169" w:rsidRDefault="00A30169" w:rsidP="00192F59">
      <w:pPr>
        <w:pStyle w:val="Heading3"/>
      </w:pPr>
      <w:r>
        <w:t>Question:</w:t>
      </w:r>
    </w:p>
    <w:p w14:paraId="70003CA7" w14:textId="2134DFAF" w:rsidR="00ED0BF6" w:rsidRDefault="00ED0BF6" w:rsidP="00C82186">
      <w:pPr>
        <w:pStyle w:val="BodyTextL50"/>
        <w:spacing w:before="0"/>
      </w:pPr>
      <w:r>
        <w:t>What information can you get from the Details tab and the Properties dialog box for your selected PID?</w:t>
      </w:r>
    </w:p>
    <w:p w14:paraId="0845DB0D" w14:textId="52B85C8C" w:rsidR="00ED0BF6" w:rsidRDefault="00A30169" w:rsidP="00C82186">
      <w:pPr>
        <w:pStyle w:val="AnswerLineL50"/>
        <w:spacing w:after="480"/>
      </w:pPr>
      <w:r>
        <w:t>Type your answers here.</w:t>
      </w:r>
    </w:p>
    <w:p w14:paraId="146A21FE" w14:textId="77777777" w:rsidR="00ED0BF6" w:rsidRDefault="00ED0BF6" w:rsidP="002015B0">
      <w:pPr>
        <w:pStyle w:val="Heading2"/>
      </w:pPr>
      <w:r>
        <w:t>Empty recycle bin using PowerShell.</w:t>
      </w:r>
    </w:p>
    <w:p w14:paraId="46A6CF23" w14:textId="05C34439" w:rsidR="00ED0BF6" w:rsidRDefault="00ED0BF6" w:rsidP="00ED0BF6">
      <w:pPr>
        <w:pStyle w:val="BodyTextL25"/>
      </w:pPr>
      <w:r>
        <w:t>PowerShell commands can simplify management of a large computer network. For example, if you wanted to implement a new security solution on all servers in the network you could use a PowerShell command or script to implement and verify that the services are running. You can also run PowerShell commands to simplify actions that would take multiple steps to execute using Windows graphical desktop tools.</w:t>
      </w:r>
    </w:p>
    <w:p w14:paraId="08653E98" w14:textId="77777777" w:rsidR="00ED0BF6" w:rsidRDefault="00ED0BF6" w:rsidP="00ED0BF6">
      <w:pPr>
        <w:pStyle w:val="SubStepAlpha"/>
      </w:pPr>
      <w:r>
        <w:lastRenderedPageBreak/>
        <w:t>Open the Recycle Bin. Verify that there are items that can be deleted permanently from your PC. If not, restore those files.</w:t>
      </w:r>
    </w:p>
    <w:p w14:paraId="2F1F0EA2" w14:textId="77777777" w:rsidR="00ED0BF6" w:rsidRDefault="00ED0BF6" w:rsidP="00ED0BF6">
      <w:pPr>
        <w:pStyle w:val="SubStepAlpha"/>
      </w:pPr>
      <w:r>
        <w:t>If there are no files in the Recycle Bin, create a few files, such as text file using Notepad, and place them into the Recycle Bin.</w:t>
      </w:r>
    </w:p>
    <w:p w14:paraId="55812648" w14:textId="77777777" w:rsidR="00ED0BF6" w:rsidRDefault="00ED0BF6" w:rsidP="00ED0BF6">
      <w:pPr>
        <w:pStyle w:val="SubStepAlpha"/>
      </w:pPr>
      <w:r>
        <w:t xml:space="preserve">In a PowerShell console, enter </w:t>
      </w:r>
      <w:r>
        <w:rPr>
          <w:b/>
        </w:rPr>
        <w:t>clear-</w:t>
      </w:r>
      <w:proofErr w:type="spellStart"/>
      <w:r>
        <w:rPr>
          <w:b/>
        </w:rPr>
        <w:t>recyclebin</w:t>
      </w:r>
      <w:proofErr w:type="spellEnd"/>
      <w:r w:rsidRPr="00BF21E1">
        <w:t xml:space="preserve"> at the prompt.</w:t>
      </w:r>
    </w:p>
    <w:p w14:paraId="56A6724B" w14:textId="77777777" w:rsidR="00ED0BF6" w:rsidRDefault="00ED0BF6" w:rsidP="00ED0BF6">
      <w:pPr>
        <w:pStyle w:val="CMD"/>
      </w:pPr>
      <w:r>
        <w:t xml:space="preserve">PS C:\Users\CyberOpsUser&gt; </w:t>
      </w:r>
      <w:r w:rsidRPr="00BF21E1">
        <w:rPr>
          <w:b/>
        </w:rPr>
        <w:t>clear-</w:t>
      </w:r>
      <w:proofErr w:type="spellStart"/>
      <w:r w:rsidRPr="00BF21E1">
        <w:rPr>
          <w:b/>
        </w:rPr>
        <w:t>recyclebin</w:t>
      </w:r>
      <w:proofErr w:type="spellEnd"/>
    </w:p>
    <w:p w14:paraId="4A7B94CA" w14:textId="77777777" w:rsidR="00ED0BF6" w:rsidRPr="00BF21E1" w:rsidRDefault="00ED0BF6" w:rsidP="00ED0BF6">
      <w:pPr>
        <w:pStyle w:val="CMDOutput"/>
      </w:pPr>
    </w:p>
    <w:p w14:paraId="0207F8A8" w14:textId="77777777" w:rsidR="00ED0BF6" w:rsidRPr="00BF21E1" w:rsidRDefault="00ED0BF6" w:rsidP="00ED0BF6">
      <w:pPr>
        <w:pStyle w:val="CMDOutput"/>
      </w:pPr>
      <w:r w:rsidRPr="00BF21E1">
        <w:t>Confirm</w:t>
      </w:r>
    </w:p>
    <w:p w14:paraId="06DAEE65" w14:textId="77777777" w:rsidR="00ED0BF6" w:rsidRPr="00BF21E1" w:rsidRDefault="00ED0BF6" w:rsidP="00ED0BF6">
      <w:pPr>
        <w:pStyle w:val="CMDOutput"/>
      </w:pPr>
      <w:r w:rsidRPr="00BF21E1">
        <w:t>Are you sure you want to perform this action?</w:t>
      </w:r>
    </w:p>
    <w:p w14:paraId="17F8565D" w14:textId="77777777" w:rsidR="00ED0BF6" w:rsidRPr="00BF21E1" w:rsidRDefault="00ED0BF6" w:rsidP="00ED0BF6">
      <w:pPr>
        <w:pStyle w:val="CMDOutput"/>
      </w:pPr>
      <w:r w:rsidRPr="00BF21E1">
        <w:t>Performing the operation "Clear-</w:t>
      </w:r>
      <w:proofErr w:type="spellStart"/>
      <w:r w:rsidRPr="00BF21E1">
        <w:t>RecycleBin</w:t>
      </w:r>
      <w:proofErr w:type="spellEnd"/>
      <w:r w:rsidRPr="00BF21E1">
        <w:t>" on target "All of the contents of the Recycle Bin".</w:t>
      </w:r>
    </w:p>
    <w:p w14:paraId="2D15E4B3" w14:textId="77777777" w:rsidR="00ED0BF6" w:rsidRDefault="00ED0BF6" w:rsidP="00ED0BF6">
      <w:pPr>
        <w:pStyle w:val="CMDOutput"/>
      </w:pPr>
      <w:r w:rsidRPr="00BF21E1">
        <w:t xml:space="preserve">[Y] </w:t>
      </w:r>
      <w:proofErr w:type="gramStart"/>
      <w:r w:rsidRPr="00BF21E1">
        <w:t>Yes  [</w:t>
      </w:r>
      <w:proofErr w:type="gramEnd"/>
      <w:r w:rsidRPr="00BF21E1">
        <w:t>A] Yes to All  [N] No  [L] No to All  [S] Suspend  [?] Help (default is "Y"): y</w:t>
      </w:r>
    </w:p>
    <w:p w14:paraId="4D0CEB53" w14:textId="77777777" w:rsidR="00A30169" w:rsidRDefault="00A30169" w:rsidP="00192F59">
      <w:pPr>
        <w:pStyle w:val="Heading3"/>
      </w:pPr>
      <w:r>
        <w:t>Question:</w:t>
      </w:r>
    </w:p>
    <w:p w14:paraId="3BF37717" w14:textId="7D94B5BC" w:rsidR="00ED0BF6" w:rsidRDefault="00ED0BF6" w:rsidP="00C82186">
      <w:pPr>
        <w:pStyle w:val="BodyTextL50"/>
        <w:spacing w:before="0"/>
      </w:pPr>
      <w:r>
        <w:t>What happened to the files in the Recycle Bin?</w:t>
      </w:r>
    </w:p>
    <w:p w14:paraId="062C7733" w14:textId="2F1CFE9F" w:rsidR="00ED0BF6" w:rsidRDefault="00A30169" w:rsidP="00C82186">
      <w:pPr>
        <w:pStyle w:val="AnswerLineL50"/>
      </w:pPr>
      <w:r>
        <w:t>Type your answers here.</w:t>
      </w:r>
    </w:p>
    <w:p w14:paraId="6F2DDD8A" w14:textId="28A92772" w:rsidR="00ED0BF6" w:rsidRDefault="00ED0BF6" w:rsidP="00ED0BF6">
      <w:pPr>
        <w:pStyle w:val="Heading1"/>
        <w:numPr>
          <w:ilvl w:val="0"/>
          <w:numId w:val="3"/>
        </w:numPr>
      </w:pPr>
      <w:r>
        <w:t>Reflection</w:t>
      </w:r>
      <w:r w:rsidR="00547267">
        <w:t xml:space="preserve"> Question</w:t>
      </w:r>
    </w:p>
    <w:p w14:paraId="4D98D76A" w14:textId="0660F148" w:rsidR="00ED0BF6" w:rsidRDefault="00ED0BF6" w:rsidP="00ED0BF6">
      <w:pPr>
        <w:pStyle w:val="BodyTextL25"/>
      </w:pPr>
      <w:r>
        <w:t xml:space="preserve">PowerShell was developed for task automation and configuration management. Using the </w:t>
      </w:r>
      <w:r w:rsidR="00A62F6D">
        <w:t>i</w:t>
      </w:r>
      <w:r>
        <w:t>nternet, research commands that you could use to simplify your tasks as a security analyst. Record your findings.</w:t>
      </w:r>
    </w:p>
    <w:p w14:paraId="271FC2EC" w14:textId="604C7879" w:rsidR="00ED0BF6" w:rsidRDefault="00A30169" w:rsidP="00C82186">
      <w:pPr>
        <w:pStyle w:val="AnswerLineL25"/>
        <w:spacing w:after="1200"/>
      </w:pPr>
      <w:r>
        <w:t>Type your answers here.</w:t>
      </w:r>
    </w:p>
    <w:p w14:paraId="35E0A7CA" w14:textId="42E2DCEF" w:rsidR="00C162C0" w:rsidRPr="00ED0BF6" w:rsidRDefault="00ED0BF6" w:rsidP="00ED0BF6">
      <w:pPr>
        <w:pStyle w:val="ConfigWindow"/>
      </w:pPr>
      <w:r w:rsidRPr="00ED0BF6">
        <w:t>End of document</w:t>
      </w:r>
    </w:p>
    <w:sectPr w:rsidR="00C162C0" w:rsidRPr="00ED0BF6"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AEB77" w14:textId="77777777" w:rsidR="006868B7" w:rsidRDefault="006868B7" w:rsidP="00710659">
      <w:pPr>
        <w:spacing w:after="0" w:line="240" w:lineRule="auto"/>
      </w:pPr>
      <w:r>
        <w:separator/>
      </w:r>
    </w:p>
    <w:p w14:paraId="19A7F63F" w14:textId="77777777" w:rsidR="006868B7" w:rsidRDefault="006868B7"/>
  </w:endnote>
  <w:endnote w:type="continuationSeparator" w:id="0">
    <w:p w14:paraId="6B2159C6" w14:textId="77777777" w:rsidR="006868B7" w:rsidRDefault="006868B7" w:rsidP="00710659">
      <w:pPr>
        <w:spacing w:after="0" w:line="240" w:lineRule="auto"/>
      </w:pPr>
      <w:r>
        <w:continuationSeparator/>
      </w:r>
    </w:p>
    <w:p w14:paraId="797DF178" w14:textId="77777777" w:rsidR="006868B7" w:rsidRDefault="006868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F592E" w14:textId="6BD4250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F3373">
          <w:t>2017</w:t>
        </w:r>
      </w:sdtContent>
    </w:sdt>
    <w:r>
      <w:t xml:space="preserve"> - </w:t>
    </w:r>
    <w:r>
      <w:fldChar w:fldCharType="begin"/>
    </w:r>
    <w:r>
      <w:instrText xml:space="preserve"> SAVEDATE  \@ "yyyy"  \* MERGEFORMAT </w:instrText>
    </w:r>
    <w:r>
      <w:fldChar w:fldCharType="separate"/>
    </w:r>
    <w:r w:rsidR="0090627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9CE2F" w14:textId="0086FDE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2F3373">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06273">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05D0E" w14:textId="77777777" w:rsidR="006868B7" w:rsidRDefault="006868B7" w:rsidP="00710659">
      <w:pPr>
        <w:spacing w:after="0" w:line="240" w:lineRule="auto"/>
      </w:pPr>
      <w:r>
        <w:separator/>
      </w:r>
    </w:p>
    <w:p w14:paraId="55CED506" w14:textId="77777777" w:rsidR="006868B7" w:rsidRDefault="006868B7"/>
  </w:footnote>
  <w:footnote w:type="continuationSeparator" w:id="0">
    <w:p w14:paraId="7AE16411" w14:textId="77777777" w:rsidR="006868B7" w:rsidRDefault="006868B7" w:rsidP="00710659">
      <w:pPr>
        <w:spacing w:after="0" w:line="240" w:lineRule="auto"/>
      </w:pPr>
      <w:r>
        <w:continuationSeparator/>
      </w:r>
    </w:p>
    <w:p w14:paraId="33C8D717" w14:textId="77777777" w:rsidR="006868B7" w:rsidRDefault="006868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D559A5AE5D424471B1357D75B03D13E0"/>
      </w:placeholder>
      <w:dataBinding w:prefixMappings="xmlns:ns0='http://purl.org/dc/elements/1.1/' xmlns:ns1='http://schemas.openxmlformats.org/package/2006/metadata/core-properties' " w:xpath="/ns1:coreProperties[1]/ns0:title[1]" w:storeItemID="{6C3C8BC8-F283-45AE-878A-BAB7291924A1}"/>
      <w:text/>
    </w:sdtPr>
    <w:sdtEndPr/>
    <w:sdtContent>
      <w:p w14:paraId="26B62A58" w14:textId="77777777" w:rsidR="00926CB2" w:rsidRDefault="00ED0BF6" w:rsidP="008402F2">
        <w:pPr>
          <w:pStyle w:val="PageHead"/>
        </w:pPr>
        <w:r>
          <w:t>Lab - Using Windows PowerShell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2E74A" w14:textId="77777777" w:rsidR="00926CB2" w:rsidRDefault="00882B63" w:rsidP="006C3FCF">
    <w:pPr>
      <w:ind w:left="-288"/>
    </w:pPr>
    <w:r>
      <w:rPr>
        <w:noProof/>
      </w:rPr>
      <w:drawing>
        <wp:inline distT="0" distB="0" distL="0" distR="0" wp14:anchorId="4E7A0ACD" wp14:editId="3AFD32F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C42213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B345261"/>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BF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202"/>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4BD2"/>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2F59"/>
    <w:rsid w:val="00193A3B"/>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5B0"/>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3AB4"/>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3373"/>
    <w:rsid w:val="002F45FF"/>
    <w:rsid w:val="002F66D3"/>
    <w:rsid w:val="002F69D0"/>
    <w:rsid w:val="002F6D17"/>
    <w:rsid w:val="00302887"/>
    <w:rsid w:val="003056EB"/>
    <w:rsid w:val="003071FF"/>
    <w:rsid w:val="00310652"/>
    <w:rsid w:val="00311065"/>
    <w:rsid w:val="0031371D"/>
    <w:rsid w:val="0031789F"/>
    <w:rsid w:val="00320788"/>
    <w:rsid w:val="00320B6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47267"/>
    <w:rsid w:val="005510BA"/>
    <w:rsid w:val="005538C8"/>
    <w:rsid w:val="00554B4E"/>
    <w:rsid w:val="00556C02"/>
    <w:rsid w:val="00557E50"/>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4C3"/>
    <w:rsid w:val="00636C28"/>
    <w:rsid w:val="006428E5"/>
    <w:rsid w:val="00644958"/>
    <w:rsid w:val="006513FB"/>
    <w:rsid w:val="00656EEF"/>
    <w:rsid w:val="006576AF"/>
    <w:rsid w:val="00672919"/>
    <w:rsid w:val="00677544"/>
    <w:rsid w:val="00681687"/>
    <w:rsid w:val="00686295"/>
    <w:rsid w:val="00686587"/>
    <w:rsid w:val="006868B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4493"/>
    <w:rsid w:val="006C57F2"/>
    <w:rsid w:val="006C5949"/>
    <w:rsid w:val="006C6832"/>
    <w:rsid w:val="006D1370"/>
    <w:rsid w:val="006D1E6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BE4"/>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7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B5B44"/>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169"/>
    <w:rsid w:val="00A30F8A"/>
    <w:rsid w:val="00A33890"/>
    <w:rsid w:val="00A34E7F"/>
    <w:rsid w:val="00A35608"/>
    <w:rsid w:val="00A46F0A"/>
    <w:rsid w:val="00A46F25"/>
    <w:rsid w:val="00A47CC2"/>
    <w:rsid w:val="00A502BA"/>
    <w:rsid w:val="00A60146"/>
    <w:rsid w:val="00A601A9"/>
    <w:rsid w:val="00A60F6F"/>
    <w:rsid w:val="00A622C4"/>
    <w:rsid w:val="00A6283D"/>
    <w:rsid w:val="00A62F6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7DF"/>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BCB"/>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2186"/>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596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87D72"/>
    <w:rsid w:val="00E97333"/>
    <w:rsid w:val="00EA486E"/>
    <w:rsid w:val="00EA4FA3"/>
    <w:rsid w:val="00EB001B"/>
    <w:rsid w:val="00EB3082"/>
    <w:rsid w:val="00EB6C33"/>
    <w:rsid w:val="00EC1DEA"/>
    <w:rsid w:val="00EC6F62"/>
    <w:rsid w:val="00ED0BF6"/>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3E52"/>
    <w:rsid w:val="00F666EC"/>
    <w:rsid w:val="00F7050A"/>
    <w:rsid w:val="00F75533"/>
    <w:rsid w:val="00F8036D"/>
    <w:rsid w:val="00F809DC"/>
    <w:rsid w:val="00F86EB0"/>
    <w:rsid w:val="00FA154B"/>
    <w:rsid w:val="00FA2E75"/>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E3DA7"/>
  <w15:docId w15:val="{C80E27C3-2A24-462A-890A-9196D474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192F5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92F59"/>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92F59"/>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92F59"/>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192F59"/>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2596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2596C"/>
    <w:pPr>
      <w:spacing w:before="0" w:after="0"/>
    </w:pPr>
    <w:rPr>
      <w:i/>
      <w:color w:val="FFFFFF" w:themeColor="background1"/>
      <w:sz w:val="6"/>
    </w:rPr>
  </w:style>
  <w:style w:type="paragraph" w:customStyle="1" w:styleId="SubStepAlpha">
    <w:name w:val="SubStep Alpha"/>
    <w:basedOn w:val="BodyTextL25"/>
    <w:qFormat/>
    <w:rsid w:val="00192F59"/>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92F59"/>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92F59"/>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92F59"/>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192F59"/>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TaskHead">
    <w:name w:val="Task Head"/>
    <w:basedOn w:val="Normal"/>
    <w:next w:val="BodyTextL25"/>
    <w:rsid w:val="00092202"/>
    <w:pPr>
      <w:keepNext/>
      <w:numPr>
        <w:ilvl w:val="1"/>
        <w:numId w:val="10"/>
      </w:numPr>
      <w:spacing w:before="240"/>
      <w:outlineLvl w:val="0"/>
    </w:pPr>
    <w:rPr>
      <w:b/>
      <w:sz w:val="24"/>
    </w:rPr>
  </w:style>
  <w:style w:type="character" w:styleId="Hyperlink">
    <w:name w:val="Hyperlink"/>
    <w:basedOn w:val="DefaultParagraphFont"/>
    <w:uiPriority w:val="99"/>
    <w:unhideWhenUsed/>
    <w:rsid w:val="00ED0BF6"/>
    <w:rPr>
      <w:color w:val="0000FF"/>
      <w:u w:val="single"/>
    </w:rPr>
  </w:style>
  <w:style w:type="character" w:styleId="FollowedHyperlink">
    <w:name w:val="FollowedHyperlink"/>
    <w:basedOn w:val="DefaultParagraphFont"/>
    <w:semiHidden/>
    <w:unhideWhenUsed/>
    <w:rsid w:val="00557E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559A5AE5D424471B1357D75B03D13E0"/>
        <w:category>
          <w:name w:val="General"/>
          <w:gallery w:val="placeholder"/>
        </w:category>
        <w:types>
          <w:type w:val="bbPlcHdr"/>
        </w:types>
        <w:behaviors>
          <w:behavior w:val="content"/>
        </w:behaviors>
        <w:guid w:val="{1342ADE4-9D1A-4ADA-B80A-BB89B6E05B10}"/>
      </w:docPartPr>
      <w:docPartBody>
        <w:p w:rsidR="00CE0545" w:rsidRDefault="006A1E14">
          <w:pPr>
            <w:pStyle w:val="D559A5AE5D424471B1357D75B03D13E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E14"/>
    <w:rsid w:val="002A6DBA"/>
    <w:rsid w:val="00315D36"/>
    <w:rsid w:val="006A1E14"/>
    <w:rsid w:val="00A43B80"/>
    <w:rsid w:val="00CE0545"/>
    <w:rsid w:val="00E37BA5"/>
    <w:rsid w:val="00F77EF5"/>
    <w:rsid w:val="00FE1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559A5AE5D424471B1357D75B03D13E0">
    <w:name w:val="D559A5AE5D424471B1357D75B03D13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EB856-5E00-41C7-AD50-6FAF6F6C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5</Pages>
  <Words>1264</Words>
  <Characters>7209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Lab - Using Windows PowerShell</vt:lpstr>
    </vt:vector>
  </TitlesOfParts>
  <Company>Cisco Systems, Inc.</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Windows PowerShell</dc:title>
  <dc:creator>SP</dc:creator>
  <dc:description>2017</dc:description>
  <cp:lastModifiedBy>Suk-Yi Pennock -X (spennock - UNICON INC at Cisco)</cp:lastModifiedBy>
  <cp:revision>4</cp:revision>
  <cp:lastPrinted>2020-07-16T00:33:00Z</cp:lastPrinted>
  <dcterms:created xsi:type="dcterms:W3CDTF">2020-07-16T00:33:00Z</dcterms:created>
  <dcterms:modified xsi:type="dcterms:W3CDTF">2020-07-16T04:02:00Z</dcterms:modified>
</cp:coreProperties>
</file>